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4016EB5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2CA2E00E" w14:textId="3083DA6C" w:rsidR="00115D1D" w:rsidRDefault="00B7608B" w:rsidP="00115D1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333B16">
              <w:rPr>
                <w:noProof/>
              </w:rPr>
              <w:t>Uno Kask</w:t>
            </w:r>
          </w:p>
          <w:p w14:paraId="1DB55A14" w14:textId="77777777" w:rsidR="00115D1D" w:rsidRDefault="00115D1D" w:rsidP="00115D1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Juhatuse liige</w:t>
            </w:r>
          </w:p>
          <w:p w14:paraId="37E02312" w14:textId="2D8A4743" w:rsidR="00115D1D" w:rsidRDefault="00333B16" w:rsidP="00115D1D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Pärnumaa Jahimeeste Liit</w:t>
            </w:r>
          </w:p>
          <w:p w14:paraId="5B7AF9F8" w14:textId="6A359CC5" w:rsidR="00E85637" w:rsidRDefault="00333B16" w:rsidP="00333B16">
            <w:pPr>
              <w:framePr w:w="9582" w:h="2155" w:wrap="notBeside" w:vAnchor="page" w:hAnchor="page" w:x="1702" w:y="3063"/>
            </w:pPr>
            <w:r>
              <w:rPr>
                <w:noProof/>
              </w:rPr>
              <w:t>unokaamera</w:t>
            </w:r>
            <w:r w:rsidR="00115D1D">
              <w:rPr>
                <w:noProof/>
              </w:rPr>
              <w:t>@</w:t>
            </w:r>
            <w:r w:rsidR="00B7608B">
              <w:fldChar w:fldCharType="end"/>
            </w:r>
            <w:bookmarkEnd w:id="0"/>
            <w:r>
              <w:t>gmail.com</w:t>
            </w:r>
          </w:p>
        </w:tc>
        <w:tc>
          <w:tcPr>
            <w:tcW w:w="510" w:type="dxa"/>
            <w:noWrap/>
          </w:tcPr>
          <w:p w14:paraId="17D48825" w14:textId="491EE7C1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4F77C03E" w14:textId="2F358434" w:rsidR="00E85637" w:rsidRDefault="00E85637" w:rsidP="00333B16">
            <w:pPr>
              <w:framePr w:w="9582" w:h="2155" w:wrap="notBeside" w:vAnchor="page" w:hAnchor="page" w:x="1702" w:y="3063"/>
            </w:pPr>
          </w:p>
        </w:tc>
      </w:tr>
      <w:tr w:rsidR="00E85637" w14:paraId="037466F2" w14:textId="77777777">
        <w:trPr>
          <w:cantSplit/>
          <w:trHeight w:val="743"/>
        </w:trPr>
        <w:tc>
          <w:tcPr>
            <w:tcW w:w="5216" w:type="dxa"/>
            <w:vMerge/>
          </w:tcPr>
          <w:p w14:paraId="4A4EE96E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505DFAB9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0687C46" w14:textId="6F376F65" w:rsidR="00E85637" w:rsidRDefault="00333B16" w:rsidP="00333B16">
            <w:pPr>
              <w:framePr w:w="9582" w:h="2155" w:wrap="notBeside" w:vAnchor="page" w:hAnchor="page" w:x="1702" w:y="3063"/>
            </w:pPr>
            <w:r>
              <w:t>(digitaalallkirja kuupäev)</w:t>
            </w:r>
            <w:r w:rsidR="00356C40">
              <w:t xml:space="preserve"> nr </w:t>
            </w:r>
            <w:r w:rsidR="00B7608B"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 w:rsidR="00B7608B">
              <w:instrText xml:space="preserve"> FORMTEXT </w:instrText>
            </w:r>
            <w:r w:rsidR="00B7608B">
              <w:fldChar w:fldCharType="separate"/>
            </w:r>
            <w:r w:rsidR="00115D1D">
              <w:rPr>
                <w:noProof/>
              </w:rPr>
              <w:t>3-1</w:t>
            </w:r>
            <w:r>
              <w:rPr>
                <w:noProof/>
              </w:rPr>
              <w:t>.</w:t>
            </w:r>
            <w:r w:rsidR="00115D1D">
              <w:rPr>
                <w:noProof/>
              </w:rPr>
              <w:t>1/2023/</w:t>
            </w:r>
            <w:r w:rsidR="00B7608B">
              <w:fldChar w:fldCharType="end"/>
            </w:r>
            <w:bookmarkEnd w:id="1"/>
            <w:r w:rsidR="002540E9">
              <w:t>1569</w:t>
            </w:r>
            <w:bookmarkStart w:id="2" w:name="_GoBack"/>
            <w:bookmarkEnd w:id="2"/>
          </w:p>
        </w:tc>
      </w:tr>
      <w:tr w:rsidR="00E85637" w14:paraId="0E335630" w14:textId="77777777">
        <w:trPr>
          <w:cantSplit/>
          <w:trHeight w:hRule="exact" w:val="23"/>
        </w:trPr>
        <w:tc>
          <w:tcPr>
            <w:tcW w:w="5216" w:type="dxa"/>
          </w:tcPr>
          <w:p w14:paraId="239DF967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E75B3B0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47B6DE3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27E362B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1EF0FB72" w14:textId="77777777" w:rsidR="00E85637" w:rsidRDefault="00E85637">
      <w:pPr>
        <w:rPr>
          <w:spacing w:val="0"/>
          <w:position w:val="0"/>
          <w:sz w:val="20"/>
        </w:rPr>
      </w:pPr>
    </w:p>
    <w:p w14:paraId="1DEB068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GB" w:eastAsia="en-GB"/>
        </w:rPr>
        <w:drawing>
          <wp:inline distT="0" distB="0" distL="0" distR="0" wp14:anchorId="4A5D7497" wp14:editId="7E4E9506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53E48" w14:textId="6D88C388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bookmarkStart w:id="3" w:name="Text7"/>
      <w:r>
        <w:instrText xml:space="preserve"> FORMTEXT </w:instrText>
      </w:r>
      <w:r>
        <w:fldChar w:fldCharType="separate"/>
      </w:r>
      <w:r w:rsidR="00115D1D">
        <w:rPr>
          <w:noProof/>
        </w:rPr>
        <w:t>Riigimaa jahinduslikust kasutamisest 2022. aastal</w:t>
      </w:r>
      <w:r>
        <w:fldChar w:fldCharType="end"/>
      </w:r>
      <w:bookmarkEnd w:id="3"/>
    </w:p>
    <w:p w14:paraId="33132B92" w14:textId="77777777" w:rsidR="00E85637" w:rsidRDefault="00E85637"/>
    <w:p w14:paraId="017B4A99" w14:textId="77777777" w:rsidR="00E85637" w:rsidRDefault="00E85637">
      <w:pPr>
        <w:rPr>
          <w:sz w:val="26"/>
        </w:rPr>
      </w:pPr>
    </w:p>
    <w:p w14:paraId="31F8E455" w14:textId="334FE37F" w:rsidR="00333B16" w:rsidRDefault="007B7275" w:rsidP="00333B16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FIRST CAPITAL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2540E9">
        <w:rPr>
          <w:spacing w:val="0"/>
          <w:position w:val="0"/>
        </w:rPr>
      </w:r>
      <w:r w:rsidR="002540E9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 w:rsidR="00333B16">
        <w:rPr>
          <w:spacing w:val="0"/>
          <w:position w:val="0"/>
        </w:rPr>
        <w:t>Uno Kask</w:t>
      </w:r>
    </w:p>
    <w:p w14:paraId="71E978CA" w14:textId="041EC024" w:rsidR="007B7275" w:rsidRDefault="007B7275" w:rsidP="007B7275">
      <w:pPr>
        <w:rPr>
          <w:spacing w:val="0"/>
          <w:position w:val="0"/>
        </w:rPr>
      </w:pPr>
    </w:p>
    <w:p w14:paraId="24CBD9D8" w14:textId="77777777" w:rsidR="00E85637" w:rsidRDefault="00E85637"/>
    <w:p w14:paraId="3B70E73F" w14:textId="77777777" w:rsidR="00E85637" w:rsidRDefault="00E85637">
      <w:pPr>
        <w:rPr>
          <w:sz w:val="18"/>
        </w:rPr>
      </w:pPr>
    </w:p>
    <w:p w14:paraId="75642311" w14:textId="77777777" w:rsidR="00E85637" w:rsidRDefault="00E85637">
      <w:pPr>
        <w:sectPr w:rsidR="00E85637">
          <w:headerReference w:type="default" r:id="rId12"/>
          <w:footerReference w:type="default" r:id="rId13"/>
          <w:headerReference w:type="first" r:id="rId14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B7F6232" w14:textId="32CDFAEE" w:rsidR="00B5140D" w:rsidRDefault="00333B16" w:rsidP="00B5140D">
      <w:pPr>
        <w:rPr>
          <w:szCs w:val="24"/>
        </w:rPr>
      </w:pPr>
      <w:r>
        <w:t>Pärnumaa Jahimeeste Liidu</w:t>
      </w:r>
      <w:r w:rsidR="00B5140D">
        <w:t xml:space="preserve"> </w:t>
      </w:r>
      <w:r w:rsidR="00B5140D" w:rsidRPr="009065EB">
        <w:rPr>
          <w:szCs w:val="24"/>
        </w:rPr>
        <w:t xml:space="preserve">ja </w:t>
      </w:r>
      <w:r w:rsidR="00B5140D">
        <w:rPr>
          <w:szCs w:val="24"/>
        </w:rPr>
        <w:t>RMK vahel on alates aastast 2013 sõlmitud  leping riigimaa jahinduslikuks kasutamiseks</w:t>
      </w:r>
      <w:r>
        <w:rPr>
          <w:szCs w:val="24"/>
        </w:rPr>
        <w:t xml:space="preserve"> </w:t>
      </w:r>
      <w:r w:rsidR="00190490">
        <w:rPr>
          <w:szCs w:val="24"/>
        </w:rPr>
        <w:t>Tali</w:t>
      </w:r>
      <w:r>
        <w:rPr>
          <w:szCs w:val="24"/>
        </w:rPr>
        <w:t xml:space="preserve"> jahipiirkonnas</w:t>
      </w:r>
      <w:r w:rsidR="00B5140D">
        <w:rPr>
          <w:szCs w:val="24"/>
        </w:rPr>
        <w:t>. Lepingu eesmärgiks on tagada nii maaomaniku esindaja kui ka jahimaa kasutaja huvide täitmine kasutusse antaval maal.</w:t>
      </w:r>
      <w:r w:rsidR="00B5140D" w:rsidRPr="00B5140D">
        <w:rPr>
          <w:szCs w:val="24"/>
        </w:rPr>
        <w:t xml:space="preserve"> </w:t>
      </w:r>
      <w:r w:rsidR="00B5140D">
        <w:rPr>
          <w:szCs w:val="24"/>
        </w:rPr>
        <w:t>Seoses sellega saadame ülevaate möödunud hooajast , mis võimaldab analüüsida jahimaakasutamist ja planeerida tegevusi uuel hooajal.</w:t>
      </w:r>
    </w:p>
    <w:p w14:paraId="44B0ABB0" w14:textId="56F3029D" w:rsidR="00B5140D" w:rsidRPr="009065EB" w:rsidRDefault="00B5140D" w:rsidP="00B5140D">
      <w:pPr>
        <w:rPr>
          <w:szCs w:val="24"/>
        </w:rPr>
      </w:pPr>
      <w:r>
        <w:rPr>
          <w:szCs w:val="24"/>
        </w:rPr>
        <w:t>Kirjale on lisatud jahipiirkon</w:t>
      </w:r>
      <w:r w:rsidR="00333B16">
        <w:rPr>
          <w:szCs w:val="24"/>
        </w:rPr>
        <w:t>n</w:t>
      </w:r>
      <w:r>
        <w:rPr>
          <w:szCs w:val="24"/>
        </w:rPr>
        <w:t>a maaüksuste nimekiri (</w:t>
      </w:r>
      <w:r w:rsidRPr="00A06B37">
        <w:rPr>
          <w:b/>
          <w:szCs w:val="24"/>
        </w:rPr>
        <w:t>Lisa 1</w:t>
      </w:r>
      <w:r>
        <w:rPr>
          <w:szCs w:val="24"/>
        </w:rPr>
        <w:t xml:space="preserve">) , mis on erinevatel põhjustel muutunud. Samuti sisaldab kiri kooskõlastatud jahirajatiste loetelu. Kooskõlastamata jahirajatised  on ebaseaduslikud ja tuleb lammutada. </w:t>
      </w:r>
    </w:p>
    <w:p w14:paraId="48B7655D" w14:textId="77777777" w:rsidR="00B5140D" w:rsidRDefault="00B5140D" w:rsidP="00B5140D">
      <w:pPr>
        <w:sectPr w:rsidR="00B5140D" w:rsidSect="00B5140D">
          <w:headerReference w:type="default" r:id="rId15"/>
          <w:footerReference w:type="default" r:id="rId16"/>
          <w:headerReference w:type="first" r:id="rId17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EB8863D" w14:textId="0B7CDD04" w:rsidR="00B5140D" w:rsidRPr="00AE0C20" w:rsidRDefault="00B5140D" w:rsidP="00B5140D">
      <w:pPr>
        <w:rPr>
          <w:b/>
        </w:rPr>
      </w:pPr>
      <w:r w:rsidRPr="00AE0C20">
        <w:rPr>
          <w:b/>
        </w:rPr>
        <w:t>Palume maade- ja jahirajatiste nimekir</w:t>
      </w:r>
      <w:r>
        <w:rPr>
          <w:b/>
        </w:rPr>
        <w:t>jad</w:t>
      </w:r>
      <w:r w:rsidRPr="00AE0C20">
        <w:rPr>
          <w:b/>
        </w:rPr>
        <w:t xml:space="preserve">  e. Lisa 1 tagastada allkirjastatult.</w:t>
      </w:r>
    </w:p>
    <w:p w14:paraId="3C04DBAC" w14:textId="559952B7" w:rsidR="00B5140D" w:rsidRDefault="00B5140D" w:rsidP="00B5140D">
      <w:r>
        <w:t xml:space="preserve">Vastavalt lepingu punktile 5.3.1 teavitame Teid 2022 aastal jahipiirkonnas registreeritud ulukikahjudest. Kahjustuse paiknemist  saab tuvastada avaliku metsaregistri abil aadressilt </w:t>
      </w:r>
      <w:hyperlink r:id="rId18" w:history="1">
        <w:r w:rsidRPr="0027294F">
          <w:rPr>
            <w:rStyle w:val="Hperlink"/>
          </w:rPr>
          <w:t>http://register.metsad.ee/avalik/</w:t>
        </w:r>
      </w:hyperlink>
      <w:r>
        <w:t>.</w:t>
      </w:r>
    </w:p>
    <w:p w14:paraId="35296FCA" w14:textId="77777777" w:rsidR="00F730A9" w:rsidRDefault="00F730A9" w:rsidP="00F730A9">
      <w:r>
        <w:t xml:space="preserve">Kirjale on lisatud (Lisa 2) </w:t>
      </w:r>
      <w:r w:rsidRPr="00F460AF">
        <w:rPr>
          <w:b/>
        </w:rPr>
        <w:t>ulukite poolt ohustatud metsaeraldiste tabel</w:t>
      </w:r>
      <w:r>
        <w:t xml:space="preserve"> , mis sisaldab (arenguklassid A,S,N,L) alasid , kus võivad tekkida olulised ulukikahjustused.</w:t>
      </w:r>
    </w:p>
    <w:p w14:paraId="221A8DDE" w14:textId="77777777" w:rsidR="00F730A9" w:rsidRDefault="00F730A9" w:rsidP="00F730A9">
      <w:r>
        <w:t xml:space="preserve"> Jätkuvalt tuleb pöörata tähelepanu koprakahjustuste ärahoidmiseks , kopra arvukus on püsinud stabiilsena vaatamata tõhusale küttimisele ja paisutuste likvideerimisele.</w:t>
      </w:r>
    </w:p>
    <w:p w14:paraId="6FC152B1" w14:textId="77777777" w:rsidR="00F730A9" w:rsidRDefault="00F730A9" w:rsidP="00F730A9">
      <w:r>
        <w:t>Sõraliste arvukus , eriti põdra arvukus , on metsakasvatuslikus vaates püsinud sobivana , kahjustusi on lisandunud minimaalselt.</w:t>
      </w:r>
    </w:p>
    <w:p w14:paraId="668E305B" w14:textId="77777777" w:rsidR="00F730A9" w:rsidRDefault="00F730A9" w:rsidP="00F730A9">
      <w:r>
        <w:t>Riigimaa jahinduslik kasutamine möödunud hooajal on olnud tulemuslik ja koostöö konstruktiivne.</w:t>
      </w:r>
    </w:p>
    <w:p w14:paraId="77E20E2A" w14:textId="77777777" w:rsidR="00F730A9" w:rsidRDefault="00F730A9" w:rsidP="00F730A9"/>
    <w:p w14:paraId="36464BCF" w14:textId="77777777" w:rsidR="00F730A9" w:rsidRDefault="00F730A9" w:rsidP="00F730A9">
      <w:r>
        <w:t>Täname jahiühendust hea koostöö ja ladusa suhtlemise eest.</w:t>
      </w:r>
    </w:p>
    <w:p w14:paraId="12913792" w14:textId="579974FA" w:rsidR="00F730A9" w:rsidRDefault="00F730A9" w:rsidP="00F730A9"/>
    <w:p w14:paraId="76071051" w14:textId="77777777" w:rsidR="00F730A9" w:rsidRDefault="00F730A9" w:rsidP="00B5140D"/>
    <w:p w14:paraId="51FF807F" w14:textId="77777777" w:rsidR="00B5140D" w:rsidRDefault="00B5140D" w:rsidP="00B5140D">
      <w:pPr>
        <w:rPr>
          <w:szCs w:val="24"/>
        </w:rPr>
      </w:pPr>
    </w:p>
    <w:p w14:paraId="72760F36" w14:textId="6E237AE8" w:rsidR="001D139F" w:rsidRDefault="001D139F">
      <w:pPr>
        <w:rPr>
          <w:szCs w:val="24"/>
        </w:rPr>
      </w:pPr>
    </w:p>
    <w:p w14:paraId="622F1AAE" w14:textId="77777777" w:rsidR="00B5140D" w:rsidRDefault="00B5140D">
      <w:pPr>
        <w:sectPr w:rsidR="00B5140D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632759E" w14:textId="77777777" w:rsidR="00E85637" w:rsidRDefault="00E85637"/>
    <w:p w14:paraId="48D6F08F" w14:textId="77777777" w:rsidR="00E85637" w:rsidRDefault="00E85637"/>
    <w:p w14:paraId="78D786B2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F575851" w14:textId="77777777" w:rsidR="00E85637" w:rsidRDefault="00E85637"/>
    <w:p w14:paraId="54E40CCB" w14:textId="77777777" w:rsidR="00E85637" w:rsidRDefault="00E85637"/>
    <w:p w14:paraId="4BCB9AD7" w14:textId="669F471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4" w:name="Dropdown9"/>
      <w:r>
        <w:rPr>
          <w:spacing w:val="0"/>
          <w:position w:val="0"/>
        </w:rPr>
        <w:instrText xml:space="preserve"> FORMDROPDOWN </w:instrText>
      </w:r>
      <w:r w:rsidR="002540E9">
        <w:rPr>
          <w:spacing w:val="0"/>
          <w:position w:val="0"/>
        </w:rPr>
      </w:r>
      <w:r w:rsidR="002540E9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4"/>
    </w:p>
    <w:p w14:paraId="5D0014CD" w14:textId="77777777" w:rsidR="00E85637" w:rsidRDefault="00E85637"/>
    <w:p w14:paraId="672AEF7C" w14:textId="77777777" w:rsidR="00E85637" w:rsidRDefault="00E85637">
      <w:pPr>
        <w:rPr>
          <w:sz w:val="14"/>
        </w:rPr>
      </w:pPr>
    </w:p>
    <w:p w14:paraId="75326147" w14:textId="77777777" w:rsidR="00E85637" w:rsidRDefault="00E85637">
      <w:pPr>
        <w:rPr>
          <w:sz w:val="2"/>
        </w:rPr>
      </w:pPr>
    </w:p>
    <w:p w14:paraId="28CADCF3" w14:textId="5DC587A4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5" w:name="Text30"/>
      <w:r>
        <w:instrText xml:space="preserve"> FORMTEXT </w:instrText>
      </w:r>
      <w:r>
        <w:fldChar w:fldCharType="separate"/>
      </w:r>
      <w:r w:rsidR="00421EEF">
        <w:rPr>
          <w:noProof/>
        </w:rPr>
        <w:t>Heiki Ärm</w:t>
      </w:r>
      <w:r>
        <w:fldChar w:fldCharType="end"/>
      </w:r>
      <w:bookmarkEnd w:id="5"/>
    </w:p>
    <w:p w14:paraId="098B2F5F" w14:textId="12071E25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6" w:name="Text32"/>
      <w:r>
        <w:instrText xml:space="preserve"> FORMTEXT </w:instrText>
      </w:r>
      <w:r>
        <w:fldChar w:fldCharType="separate"/>
      </w:r>
      <w:r w:rsidR="00421EEF">
        <w:rPr>
          <w:noProof/>
        </w:rPr>
        <w:t>Pärnumaa metsaülem</w:t>
      </w:r>
      <w:r>
        <w:fldChar w:fldCharType="end"/>
      </w:r>
      <w:bookmarkEnd w:id="6"/>
    </w:p>
    <w:p w14:paraId="3BA501DD" w14:textId="77777777" w:rsidR="00E85637" w:rsidRDefault="00E85637"/>
    <w:p w14:paraId="44455786" w14:textId="77777777" w:rsidR="00E85637" w:rsidRDefault="00E85637"/>
    <w:p w14:paraId="333B7A29" w14:textId="02031086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421EEF">
        <w:t>5031423</w:t>
      </w:r>
      <w:r>
        <w:fldChar w:fldCharType="end"/>
      </w:r>
    </w:p>
    <w:p w14:paraId="0BCA3F81" w14:textId="77777777" w:rsidR="00E85637" w:rsidRDefault="00E85637"/>
    <w:p w14:paraId="68F2EBB6" w14:textId="77777777" w:rsidR="00E85637" w:rsidRDefault="00E85637"/>
    <w:p w14:paraId="4A4999A1" w14:textId="6D94943E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7" w:name="Text28"/>
      <w:r>
        <w:instrText xml:space="preserve"> FORMTEXT </w:instrText>
      </w:r>
      <w:r>
        <w:fldChar w:fldCharType="separate"/>
      </w:r>
      <w:r w:rsidR="00421EEF">
        <w:t> </w:t>
      </w:r>
      <w:r w:rsidR="00421EEF">
        <w:t> </w:t>
      </w:r>
      <w:r w:rsidR="00421EEF">
        <w:t> </w:t>
      </w:r>
      <w:r w:rsidR="00421EEF">
        <w:t> </w:t>
      </w:r>
      <w:r>
        <w:fldChar w:fldCharType="end"/>
      </w:r>
      <w:bookmarkEnd w:id="7"/>
    </w:p>
    <w:p w14:paraId="0497A0A4" w14:textId="77777777" w:rsidR="00E85637" w:rsidRDefault="00E85637"/>
    <w:p w14:paraId="47FA5D50" w14:textId="77777777" w:rsidR="00E85637" w:rsidRDefault="00E85637"/>
    <w:p w14:paraId="6ADAA691" w14:textId="025DB681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421EEF">
        <w:t> </w:t>
      </w:r>
      <w:r w:rsidR="00421EEF">
        <w:t> </w:t>
      </w:r>
      <w:r w:rsidR="00421EEF">
        <w:t> </w:t>
      </w:r>
      <w:r>
        <w:fldChar w:fldCharType="end"/>
      </w:r>
    </w:p>
    <w:p w14:paraId="61350714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8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 w:rsidR="00A9445B">
        <w:t xml:space="preserve"> </w:t>
      </w:r>
    </w:p>
    <w:sectPr w:rsidR="00356C40">
      <w:footerReference w:type="default" r:id="rId19"/>
      <w:headerReference w:type="first" r:id="rId20"/>
      <w:footerReference w:type="first" r:id="rId21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72B13" w14:textId="77777777" w:rsidR="00E2063F" w:rsidRDefault="00E2063F">
      <w:r>
        <w:separator/>
      </w:r>
    </w:p>
  </w:endnote>
  <w:endnote w:type="continuationSeparator" w:id="0">
    <w:p w14:paraId="2189B69B" w14:textId="77777777" w:rsidR="00E2063F" w:rsidRDefault="00E2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B34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93027" w14:textId="77777777" w:rsidR="00B5140D" w:rsidRDefault="00B5140D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128D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0A128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B34CF" w14:textId="77777777" w:rsidR="00E2063F" w:rsidRDefault="00E2063F">
      <w:r>
        <w:separator/>
      </w:r>
    </w:p>
  </w:footnote>
  <w:footnote w:type="continuationSeparator" w:id="0">
    <w:p w14:paraId="56D75F4F" w14:textId="77777777" w:rsidR="00E2063F" w:rsidRDefault="00E2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263DA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135F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A9C0" w14:textId="44B632CE" w:rsidR="00B5140D" w:rsidRDefault="00B5140D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2540E9">
      <w:rPr>
        <w:noProof/>
      </w:rPr>
      <w:t>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7DA1" w14:textId="77777777" w:rsidR="00B5140D" w:rsidRDefault="00B5140D">
    <w:pPr>
      <w:jc w:val="both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C12DC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F"/>
    <w:rsid w:val="00057FC6"/>
    <w:rsid w:val="000D31BC"/>
    <w:rsid w:val="00115D1D"/>
    <w:rsid w:val="0015432F"/>
    <w:rsid w:val="00187A2D"/>
    <w:rsid w:val="00190490"/>
    <w:rsid w:val="001956F4"/>
    <w:rsid w:val="001D139F"/>
    <w:rsid w:val="001E574A"/>
    <w:rsid w:val="00231DFB"/>
    <w:rsid w:val="002540E9"/>
    <w:rsid w:val="00326150"/>
    <w:rsid w:val="00333B16"/>
    <w:rsid w:val="00356C40"/>
    <w:rsid w:val="003A08B0"/>
    <w:rsid w:val="00421EEF"/>
    <w:rsid w:val="00436506"/>
    <w:rsid w:val="00491E34"/>
    <w:rsid w:val="00597815"/>
    <w:rsid w:val="00704BBF"/>
    <w:rsid w:val="007B7275"/>
    <w:rsid w:val="007E0D20"/>
    <w:rsid w:val="007F482F"/>
    <w:rsid w:val="007F68A8"/>
    <w:rsid w:val="00845FCB"/>
    <w:rsid w:val="008B1038"/>
    <w:rsid w:val="008C0A3A"/>
    <w:rsid w:val="009D3F3A"/>
    <w:rsid w:val="00A9445B"/>
    <w:rsid w:val="00AA6DA9"/>
    <w:rsid w:val="00B5140D"/>
    <w:rsid w:val="00B7608B"/>
    <w:rsid w:val="00BF0803"/>
    <w:rsid w:val="00C32B5E"/>
    <w:rsid w:val="00C52479"/>
    <w:rsid w:val="00C67247"/>
    <w:rsid w:val="00CF0857"/>
    <w:rsid w:val="00E2063F"/>
    <w:rsid w:val="00E20E97"/>
    <w:rsid w:val="00E85637"/>
    <w:rsid w:val="00EC5BAE"/>
    <w:rsid w:val="00F04FCF"/>
    <w:rsid w:val="00F30742"/>
    <w:rsid w:val="00F730A9"/>
    <w:rsid w:val="00F85B00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5D525E"/>
  <w15:docId w15:val="{E298BBC7-0054-4FC2-8407-4D9B0331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link w:val="PisMrk"/>
    <w:uiPriority w:val="99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B5140D"/>
    <w:rPr>
      <w:lang w:eastAsia="en-US"/>
    </w:rPr>
  </w:style>
  <w:style w:type="character" w:styleId="Hperlink">
    <w:name w:val="Hyperlink"/>
    <w:basedOn w:val="Liguvaikefont"/>
    <w:uiPriority w:val="99"/>
    <w:unhideWhenUsed/>
    <w:rsid w:val="00B5140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register.metsad.ee/avalik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kia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9" ma:contentTypeDescription="Create a new document." ma:contentTypeScope="" ma:versionID="b96631813dfbc7f01487870feb363b5c">
  <xsd:schema xmlns:xsd="http://www.w3.org/2001/XMLSchema" xmlns:xs="http://www.w3.org/2001/XMLSchema" xmlns:p="http://schemas.microsoft.com/office/2006/metadata/properties" xmlns:ns3="3b9ebb5b-32c4-4bac-adc3-9c6b20a212e0" targetNamespace="http://schemas.microsoft.com/office/2006/metadata/properties" ma:root="true" ma:fieldsID="f52c8909d7acbde93f76d3d3b0a13e0d" ns3:_=""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91B2-2D95-4513-A3BD-1C8742F935C5}">
  <ds:schemaRefs>
    <ds:schemaRef ds:uri="http://schemas.openxmlformats.org/package/2006/metadata/core-properties"/>
    <ds:schemaRef ds:uri="http://purl.org/dc/terms/"/>
    <ds:schemaRef ds:uri="http://purl.org/dc/elements/1.1/"/>
    <ds:schemaRef ds:uri="3b9ebb5b-32c4-4bac-adc3-9c6b20a212e0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11F250-BD10-43AB-A67A-C8162CC58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79828-728C-4B84-BC12-3D6037E8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2113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Heiki Ärm</dc:creator>
  <dc:description>Ver 6.0, 11.2018</dc:description>
  <cp:lastModifiedBy>Heiki Ärm</cp:lastModifiedBy>
  <cp:revision>3</cp:revision>
  <cp:lastPrinted>2014-04-01T12:05:00Z</cp:lastPrinted>
  <dcterms:created xsi:type="dcterms:W3CDTF">2023-03-03T13:44:00Z</dcterms:created>
  <dcterms:modified xsi:type="dcterms:W3CDTF">2023-03-06T09:25:00Z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